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A51F7D9"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2024 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77777777"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15</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2024</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74E41EA3" w:rsidR="003A6D3D" w:rsidRPr="001850C8" w:rsidRDefault="003A6D3D" w:rsidP="003A6D3D">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2024 by </w:t>
      </w:r>
      <w:hyperlink r:id="rId10" w:tgtFrame="_blank" w:history="1">
        <w:r w:rsidRPr="001850C8">
          <w:rPr>
            <w:rStyle w:val="Hyperlink"/>
            <w:sz w:val="20"/>
            <w:szCs w:val="20"/>
          </w:rPr>
          <w:t>G</w:t>
        </w:r>
        <w:r w:rsidRPr="001850C8">
          <w:rPr>
            <w:rStyle w:val="Hyperlink"/>
            <w:sz w:val="20"/>
            <w:szCs w:val="20"/>
          </w:rPr>
          <w:t>r</w:t>
        </w:r>
        <w:r w:rsidRPr="001850C8">
          <w:rPr>
            <w:rStyle w:val="Hyperlink"/>
            <w:sz w:val="20"/>
            <w:szCs w:val="20"/>
          </w:rPr>
          <w:t>eat Place To Work®,</w:t>
        </w:r>
      </w:hyperlink>
      <w:r w:rsidRPr="001850C8">
        <w:rPr>
          <w:sz w:val="20"/>
          <w:szCs w:val="20"/>
        </w:rPr>
        <w:t xml:space="preserve"> the global authority on workplace culture. </w:t>
      </w:r>
    </w:p>
    <w:p w14:paraId="58E133F9" w14:textId="77777777"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Katherine Ryan,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[If your organisation was recognised in the ranking in previous years, you can include that this is the xx time you have been recognised].</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[Include relevant statistical data/employee testimonials on why the organisation is such an outstanding place to work].  </w:t>
      </w:r>
    </w:p>
    <w:p w14:paraId="3B15B322" w14:textId="0461B3FB" w:rsidR="003A6D3D" w:rsidRPr="001850C8" w:rsidRDefault="003A6D3D" w:rsidP="003A6D3D">
      <w:pPr>
        <w:rPr>
          <w:sz w:val="20"/>
          <w:szCs w:val="20"/>
        </w:rPr>
      </w:pPr>
      <w:r w:rsidRPr="001850C8">
        <w:rPr>
          <w:sz w:val="20"/>
          <w:szCs w:val="20"/>
          <w:highlight w:val="yellow"/>
        </w:rPr>
        <w:t>[Include a quote here from your CEO/HRD on why the organisation is an outstanding place to work.]</w:t>
      </w:r>
      <w:r w:rsidRPr="001850C8">
        <w:rPr>
          <w:sz w:val="20"/>
          <w:szCs w:val="20"/>
        </w:rPr>
        <w:t>  </w:t>
      </w:r>
    </w:p>
    <w:p w14:paraId="633C3459" w14:textId="17B13598" w:rsidR="003A6D3D" w:rsidRPr="001850C8" w:rsidRDefault="003A6D3D" w:rsidP="003A6D3D">
      <w:pPr>
        <w:rPr>
          <w:sz w:val="20"/>
          <w:szCs w:val="20"/>
        </w:rPr>
      </w:pPr>
      <w:r w:rsidRPr="001850C8">
        <w:rPr>
          <w:sz w:val="20"/>
          <w:szCs w:val="20"/>
        </w:rPr>
        <w:t>“At Great Place To Work® our overarching goal has consistently been to enrich the world of work by empowering companies to evolve into exceptional organisations that cater to everyone. We wholeheartedly endorse the idea that what's 'better for business' aligns with what's 'better for people,' ultimately contributing to a better world For All™" said Benedict Gautrey, Managing Director of Great Place To Work® UK.  </w:t>
      </w:r>
    </w:p>
    <w:p w14:paraId="569F49F3" w14:textId="33425AA8" w:rsidR="003A6D3D" w:rsidRPr="001850C8" w:rsidRDefault="003A6D3D" w:rsidP="003A6D3D">
      <w:pPr>
        <w:rPr>
          <w:sz w:val="20"/>
          <w:szCs w:val="20"/>
        </w:rPr>
      </w:pPr>
      <w:r w:rsidRPr="001850C8">
        <w:rPr>
          <w:sz w:val="20"/>
          <w:szCs w:val="20"/>
        </w:rPr>
        <w:lastRenderedPageBreak/>
        <w:t xml:space="preserve">“Year after year, it's truly inspiring to witness a growing number of organisations earn a spot on our </w:t>
      </w:r>
      <w:hyperlink r:id="rId11" w:tgtFrame="_blank" w:history="1">
        <w:r w:rsidRPr="001850C8">
          <w:rPr>
            <w:rStyle w:val="Hyperlink"/>
            <w:sz w:val="20"/>
            <w:szCs w:val="20"/>
          </w:rPr>
          <w:t>UK’s Best Workplaces™ List</w:t>
        </w:r>
      </w:hyperlink>
      <w:r w:rsidRPr="001850C8">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1850C8">
        <w:rPr>
          <w:sz w:val="20"/>
          <w:szCs w:val="20"/>
          <w:highlight w:val="yellow"/>
        </w:rPr>
        <w:t>[company name]</w:t>
      </w:r>
      <w:r w:rsidRPr="001850C8">
        <w:rPr>
          <w:sz w:val="20"/>
          <w:szCs w:val="20"/>
        </w:rPr>
        <w:t xml:space="preserve"> for being part of our 2024 UK’s Best Workplaces™ List." </w:t>
      </w:r>
    </w:p>
    <w:p w14:paraId="667033CD" w14:textId="2D777FBB" w:rsidR="003A6D3D" w:rsidRPr="001850C8" w:rsidRDefault="003A6D3D" w:rsidP="003A6D3D">
      <w:pPr>
        <w:rPr>
          <w:sz w:val="20"/>
          <w:szCs w:val="20"/>
        </w:rPr>
      </w:pPr>
      <w:r w:rsidRPr="001850C8">
        <w:rPr>
          <w:sz w:val="20"/>
          <w:szCs w:val="20"/>
        </w:rPr>
        <w:t>Great Place To Work® performed rigorous evaluations of hundreds of employee survey responses alongside Culture Audit™ submissions from leaders at each company to create the 202</w:t>
      </w:r>
      <w:r w:rsidR="001F5002" w:rsidRPr="001850C8">
        <w:rPr>
          <w:sz w:val="20"/>
          <w:szCs w:val="20"/>
        </w:rPr>
        <w:t>4</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organisations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organisations to truly capture, analyse, and understand the experience of all employees. Our groundbreaking research empowers organisations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D221" w14:textId="77777777" w:rsidR="00F46118" w:rsidRDefault="00F46118" w:rsidP="003428AD">
      <w:r>
        <w:separator/>
      </w:r>
    </w:p>
  </w:endnote>
  <w:endnote w:type="continuationSeparator" w:id="0">
    <w:p w14:paraId="61392B28" w14:textId="77777777" w:rsidR="00F46118" w:rsidRDefault="00F4611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14C8" w14:textId="77777777" w:rsidR="00F46118" w:rsidRDefault="00F46118" w:rsidP="003428AD">
      <w:r>
        <w:separator/>
      </w:r>
    </w:p>
  </w:footnote>
  <w:footnote w:type="continuationSeparator" w:id="0">
    <w:p w14:paraId="578C607D" w14:textId="77777777" w:rsidR="00F46118" w:rsidRDefault="00F4611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850C8"/>
    <w:rsid w:val="001F5002"/>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8301E"/>
    <w:rsid w:val="00A93C3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E25EE242-709F-4458-8791-7F6D41F666A0}"/>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711</Words>
  <Characters>4013</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4</cp:revision>
  <cp:lastPrinted>2022-07-25T19:06:00Z</cp:lastPrinted>
  <dcterms:created xsi:type="dcterms:W3CDTF">2023-12-15T12:19:00Z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